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286ECA" w:rsidRDefault="003D3B8A" w:rsidP="00190FF9">
      <w:pPr>
        <w:ind w:right="55"/>
        <w:rPr>
          <w:rFonts w:ascii="Times New Roman" w:hAnsi="Times New Roman"/>
          <w:b/>
          <w:bCs/>
          <w:sz w:val="28"/>
          <w:szCs w:val="28"/>
          <w:lang w:val="en-US"/>
        </w:rPr>
        <w:sectPr w:rsidR="003D3B8A" w:rsidRPr="00286ECA" w:rsidSect="00637A89">
          <w:headerReference w:type="even" r:id="rId8"/>
          <w:footerReference w:type="default" r:id="rId9"/>
          <w:footerReference w:type="first" r:id="rId10"/>
          <w:type w:val="continuous"/>
          <w:pgSz w:w="16834" w:h="11907" w:orient="landscape" w:code="9"/>
          <w:pgMar w:top="380" w:right="567" w:bottom="567" w:left="1985" w:header="272" w:footer="567" w:gutter="0"/>
          <w:cols w:space="720"/>
          <w:docGrid w:linePitch="272"/>
        </w:sectPr>
      </w:pPr>
    </w:p>
    <w:p w:rsidR="00D054D7" w:rsidRDefault="00D054D7" w:rsidP="00D63C3B">
      <w:pPr>
        <w:autoSpaceDE w:val="0"/>
        <w:autoSpaceDN w:val="0"/>
        <w:adjustRightInd w:val="0"/>
        <w:spacing w:line="228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325"/>
      </w:tblGrid>
      <w:tr w:rsidR="00DD0598" w:rsidRPr="00F57021" w:rsidTr="001C4A05">
        <w:tc>
          <w:tcPr>
            <w:tcW w:w="10740" w:type="dxa"/>
          </w:tcPr>
          <w:p w:rsidR="00DD0598" w:rsidRPr="00F57021" w:rsidRDefault="00DD0598" w:rsidP="00D63C3B">
            <w:pPr>
              <w:spacing w:line="228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DD0598" w:rsidRPr="00F57021" w:rsidRDefault="00B0281D" w:rsidP="00D63C3B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DD0598" w:rsidRPr="00F57021" w:rsidRDefault="00DD0598" w:rsidP="00D63C3B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r w:rsidRPr="00F57021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F57021" w:rsidRPr="00F57021" w:rsidTr="001C4A05">
        <w:tc>
          <w:tcPr>
            <w:tcW w:w="10740" w:type="dxa"/>
          </w:tcPr>
          <w:p w:rsidR="00F57021" w:rsidRPr="00F57021" w:rsidRDefault="00F57021" w:rsidP="00D63C3B">
            <w:pPr>
              <w:spacing w:line="228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325" w:type="dxa"/>
          </w:tcPr>
          <w:p w:rsidR="00F57021" w:rsidRPr="00F57021" w:rsidRDefault="00637A89" w:rsidP="00D63C3B">
            <w:pPr>
              <w:spacing w:line="228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от 18.12.2019 № 416</w:t>
            </w:r>
          </w:p>
        </w:tc>
      </w:tr>
    </w:tbl>
    <w:p w:rsidR="006270A7" w:rsidRPr="00F57021" w:rsidRDefault="006270A7" w:rsidP="00D63C3B">
      <w:pPr>
        <w:autoSpaceDE w:val="0"/>
        <w:autoSpaceDN w:val="0"/>
        <w:adjustRightInd w:val="0"/>
        <w:spacing w:line="228" w:lineRule="auto"/>
        <w:outlineLvl w:val="1"/>
        <w:rPr>
          <w:rFonts w:ascii="Times New Roman" w:eastAsia="Calibri" w:hAnsi="Times New Roman"/>
          <w:sz w:val="24"/>
          <w:szCs w:val="24"/>
          <w:lang w:eastAsia="en-US"/>
        </w:rPr>
      </w:pPr>
    </w:p>
    <w:p w:rsidR="002877D9" w:rsidRPr="00F57021" w:rsidRDefault="00D07822" w:rsidP="00D63C3B">
      <w:pPr>
        <w:autoSpaceDE w:val="0"/>
        <w:autoSpaceDN w:val="0"/>
        <w:adjustRightInd w:val="0"/>
        <w:spacing w:line="228" w:lineRule="auto"/>
        <w:jc w:val="center"/>
        <w:outlineLvl w:val="1"/>
        <w:rPr>
          <w:rFonts w:ascii="Times New Roman" w:eastAsia="Calibri" w:hAnsi="Times New Roman"/>
          <w:sz w:val="28"/>
          <w:szCs w:val="28"/>
          <w:lang w:eastAsia="en-US"/>
        </w:rPr>
      </w:pPr>
      <w:r w:rsidRPr="00F5702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DD0598" w:rsidRPr="00F57021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2877D9" w:rsidRPr="00F57021">
        <w:rPr>
          <w:rFonts w:ascii="Times New Roman" w:eastAsia="Calibri" w:hAnsi="Times New Roman"/>
          <w:sz w:val="28"/>
          <w:szCs w:val="28"/>
          <w:lang w:eastAsia="en-US"/>
        </w:rPr>
        <w:t>5. Система программных мероприятий</w:t>
      </w:r>
    </w:p>
    <w:p w:rsidR="009B2647" w:rsidRPr="00F57021" w:rsidRDefault="009B2647" w:rsidP="00D63C3B">
      <w:pPr>
        <w:autoSpaceDE w:val="0"/>
        <w:autoSpaceDN w:val="0"/>
        <w:adjustRightInd w:val="0"/>
        <w:spacing w:line="228" w:lineRule="auto"/>
        <w:jc w:val="center"/>
        <w:outlineLvl w:val="1"/>
        <w:rPr>
          <w:rFonts w:ascii="Times New Roman" w:eastAsia="Calibri" w:hAnsi="Times New Roman"/>
          <w:sz w:val="24"/>
          <w:szCs w:val="24"/>
          <w:lang w:val="en-US" w:eastAsia="en-US"/>
        </w:rPr>
      </w:pPr>
    </w:p>
    <w:tbl>
      <w:tblPr>
        <w:tblW w:w="14442" w:type="dxa"/>
        <w:tblInd w:w="4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"/>
        <w:gridCol w:w="1880"/>
        <w:gridCol w:w="1534"/>
        <w:gridCol w:w="1534"/>
        <w:gridCol w:w="1789"/>
        <w:gridCol w:w="649"/>
        <w:gridCol w:w="649"/>
        <w:gridCol w:w="649"/>
        <w:gridCol w:w="776"/>
        <w:gridCol w:w="649"/>
        <w:gridCol w:w="649"/>
        <w:gridCol w:w="649"/>
        <w:gridCol w:w="649"/>
        <w:gridCol w:w="1956"/>
      </w:tblGrid>
      <w:tr w:rsidR="00716B4F" w:rsidRPr="00F57021" w:rsidTr="005F6AB6">
        <w:trPr>
          <w:trHeight w:val="495"/>
        </w:trPr>
        <w:tc>
          <w:tcPr>
            <w:tcW w:w="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№</w:t>
            </w:r>
          </w:p>
          <w:p w:rsidR="002877D9" w:rsidRPr="00F57021" w:rsidRDefault="002877D9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п</w:t>
            </w:r>
            <w:r w:rsidR="009B2647"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/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Программные мероприятия, обеспечивающие выполнение задачи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Главные распорядители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Исполнители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53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Объемы финансирования, тыс. руб.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877D9" w:rsidRPr="00F57021" w:rsidRDefault="002877D9" w:rsidP="00D63C3B">
            <w:pPr>
              <w:autoSpaceDE w:val="0"/>
              <w:autoSpaceDN w:val="0"/>
              <w:adjustRightInd w:val="0"/>
              <w:spacing w:line="228" w:lineRule="auto"/>
              <w:ind w:right="222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Ожидаемый результат</w:t>
            </w:r>
          </w:p>
        </w:tc>
      </w:tr>
      <w:tr w:rsidR="00716B4F" w:rsidRPr="00F57021" w:rsidTr="005F6AB6"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D63C3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D63C3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D63C3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D63C3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D63C3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6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в том числе по годам</w:t>
            </w:r>
          </w:p>
        </w:tc>
        <w:tc>
          <w:tcPr>
            <w:tcW w:w="1956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BE7300" w:rsidRPr="00F57021" w:rsidRDefault="00BE7300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  <w:tr w:rsidR="00DB7EF9" w:rsidRPr="00F57021" w:rsidTr="005F6AB6">
        <w:tc>
          <w:tcPr>
            <w:tcW w:w="43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2016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2017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2018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2019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</w:tbl>
    <w:p w:rsidR="00F57021" w:rsidRPr="00D63C3B" w:rsidRDefault="00F57021">
      <w:pPr>
        <w:rPr>
          <w:rFonts w:ascii="Times New Roman" w:hAnsi="Times New Roman"/>
          <w:sz w:val="2"/>
          <w:szCs w:val="2"/>
        </w:rPr>
      </w:pPr>
    </w:p>
    <w:tbl>
      <w:tblPr>
        <w:tblW w:w="14442" w:type="dxa"/>
        <w:tblInd w:w="45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0"/>
        <w:gridCol w:w="1880"/>
        <w:gridCol w:w="1534"/>
        <w:gridCol w:w="1535"/>
        <w:gridCol w:w="1788"/>
        <w:gridCol w:w="649"/>
        <w:gridCol w:w="690"/>
        <w:gridCol w:w="608"/>
        <w:gridCol w:w="775"/>
        <w:gridCol w:w="649"/>
        <w:gridCol w:w="649"/>
        <w:gridCol w:w="649"/>
        <w:gridCol w:w="649"/>
        <w:gridCol w:w="1957"/>
      </w:tblGrid>
      <w:tr w:rsidR="009F062A" w:rsidRPr="00F57021" w:rsidTr="005F6AB6">
        <w:trPr>
          <w:tblHeader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F57021">
            <w:pPr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181E9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14</w:t>
            </w:r>
          </w:p>
        </w:tc>
      </w:tr>
      <w:tr w:rsidR="009F062A" w:rsidRPr="00F57021" w:rsidTr="005F6AB6">
        <w:trPr>
          <w:cantSplit/>
          <w:trHeight w:val="2205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Default="00092F83" w:rsidP="00D63C3B">
            <w:pPr>
              <w:autoSpaceDE w:val="0"/>
              <w:autoSpaceDN w:val="0"/>
              <w:adjustRightInd w:val="0"/>
              <w:spacing w:line="228" w:lineRule="auto"/>
              <w:ind w:right="-57"/>
              <w:outlineLvl w:val="2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Задача 1. Обеспечение подготовки кадров для муниципальной службы, про-фессиональная переподготовка, повышение квалификации кадров органов местного самоуправления, </w:t>
            </w:r>
          </w:p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ind w:right="-57"/>
              <w:outlineLvl w:val="2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530391" w:rsidP="00D63C3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D624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2912,</w:t>
            </w:r>
            <w:r w:rsidR="000D624A" w:rsidRPr="000D624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1494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320,29325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440,64762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C24844" w:rsidP="00D63C3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301,20853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F6AB6" w:rsidRDefault="00092F83" w:rsidP="005F6AB6">
            <w:pPr>
              <w:autoSpaceDE w:val="0"/>
              <w:autoSpaceDN w:val="0"/>
              <w:adjustRightInd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обеспечение профессиональной переподготовки кадров органов местного самоуправления </w:t>
            </w:r>
            <w:r w:rsidRPr="005F6AB6">
              <w:rPr>
                <w:rFonts w:ascii="Times New Roman" w:eastAsia="Calibri" w:hAnsi="Times New Roman"/>
                <w:spacing w:val="-4"/>
                <w:sz w:val="22"/>
                <w:szCs w:val="22"/>
                <w:lang w:eastAsia="en-US"/>
              </w:rPr>
              <w:t>Рязанской области -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не менее </w:t>
            </w:r>
          </w:p>
          <w:p w:rsidR="00092F83" w:rsidRPr="00F57021" w:rsidRDefault="00092F83" w:rsidP="005F6AB6">
            <w:pPr>
              <w:autoSpaceDE w:val="0"/>
              <w:autoSpaceDN w:val="0"/>
              <w:adjustRightInd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6 человек;</w:t>
            </w:r>
          </w:p>
          <w:p w:rsidR="00092F83" w:rsidRPr="00F57021" w:rsidRDefault="00092F83" w:rsidP="005F6AB6">
            <w:pPr>
              <w:autoSpaceDE w:val="0"/>
              <w:autoSpaceDN w:val="0"/>
              <w:adjustRightInd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обеспечение повышения квалификации кадров органов местного самоуправления Рязанской области - не менее</w:t>
            </w:r>
          </w:p>
          <w:p w:rsidR="00092F83" w:rsidRPr="00F57021" w:rsidRDefault="00092F83" w:rsidP="005F6AB6">
            <w:pPr>
              <w:autoSpaceDE w:val="0"/>
              <w:autoSpaceDN w:val="0"/>
              <w:adjustRightInd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497</w:t>
            </w:r>
            <w:r w:rsidR="00D63C3B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человек; обеспечение участия в</w:t>
            </w:r>
          </w:p>
          <w:p w:rsidR="00092F83" w:rsidRPr="00F57021" w:rsidRDefault="00092F83" w:rsidP="005F6AB6">
            <w:pPr>
              <w:autoSpaceDE w:val="0"/>
              <w:autoSpaceDN w:val="0"/>
              <w:adjustRightInd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краткосрочном обучении кадров </w:t>
            </w:r>
            <w:r w:rsidR="00D63C3B"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органов местного</w:t>
            </w:r>
          </w:p>
        </w:tc>
      </w:tr>
      <w:tr w:rsidR="009F062A" w:rsidRPr="00F57021" w:rsidTr="005F6AB6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Профессиональная переподготовка кадров органов местного самоуправления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министерство по делам территориаль-ных образований и общественных </w:t>
            </w:r>
            <w:r w:rsidR="00D63C3B"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объединений Рязанской области*,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министерство по делам территориаль-ных образований и общественных </w:t>
            </w:r>
            <w:r w:rsidR="00D63C3B"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объединений Рязанской области*,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150,0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92F83" w:rsidRPr="00F57021" w:rsidRDefault="00092F83" w:rsidP="00D63C3B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  <w:tr w:rsidR="009F062A" w:rsidRPr="00F57021" w:rsidTr="005F6AB6">
        <w:trPr>
          <w:cantSplit/>
          <w:trHeight w:val="1834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F57021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815E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министерство по делам территорий и информацион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-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ной политике Рязанской области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815E3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министерство по делам территорий и информацион</w:t>
            </w: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-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ной политике Рязанской области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B76919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9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5F6AB6" w:rsidRDefault="002B6BBD" w:rsidP="005F6AB6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самоуправления </w:t>
            </w:r>
            <w:r w:rsidRPr="005F6AB6">
              <w:rPr>
                <w:rFonts w:ascii="Times New Roman" w:eastAsia="Calibri" w:hAnsi="Times New Roman"/>
                <w:spacing w:val="-4"/>
                <w:sz w:val="22"/>
                <w:szCs w:val="22"/>
                <w:lang w:eastAsia="en-US"/>
              </w:rPr>
              <w:t>Рязанской области -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не менее </w:t>
            </w:r>
          </w:p>
          <w:p w:rsidR="002B6BBD" w:rsidRPr="00F57021" w:rsidRDefault="002B6BBD" w:rsidP="005F6AB6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25 человек</w:t>
            </w:r>
          </w:p>
        </w:tc>
      </w:tr>
      <w:tr w:rsidR="009F062A" w:rsidRPr="00F57021" w:rsidTr="005F6AB6">
        <w:trPr>
          <w:cantSplit/>
          <w:trHeight w:val="2070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Повышение квалификации кадров органов местного самоуправления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министерство по делам территориаль-ных образований и общественных объединений Рязанской области*, министерство по делам территорий и информацион-ной политике Рязанской области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530391" w:rsidP="009F062A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D624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2712,14</w:t>
            </w:r>
            <w:r w:rsidR="000D624A" w:rsidRPr="000D624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94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320,29325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440,64762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C24844" w:rsidP="009F062A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301,20853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  <w:vAlign w:val="center"/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19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B6BBD" w:rsidRPr="00F57021" w:rsidRDefault="002B6BB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  <w:tr w:rsidR="009F062A" w:rsidRPr="00F57021" w:rsidTr="005F6AB6"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Краткосрочное обучение кадров органов местного самоуправления на семинарах, конференциях, учебных курсах, тренингах и других мероприятиях по актуальным вопросам профессиональной деятельности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министерство по делам территориаль-ных образований и общественных объединений Рязанской области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министерство по делам территориаль-ных образований и общественных объединений Рязанской области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B36A16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9F062A">
            <w:pPr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  <w:tr w:rsidR="009F062A" w:rsidRPr="00F57021" w:rsidTr="005F6AB6">
        <w:trPr>
          <w:cantSplit/>
          <w:trHeight w:val="1681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F57021">
            <w:pPr>
              <w:autoSpaceDE w:val="0"/>
              <w:autoSpaceDN w:val="0"/>
              <w:adjustRightInd w:val="0"/>
              <w:ind w:right="-57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И</w:t>
            </w:r>
            <w:r w:rsidR="00F57021"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того</w:t>
            </w: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 xml:space="preserve"> по подпрограмме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областной бюджет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530391" w:rsidP="006E271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0D624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2912,</w:t>
            </w:r>
            <w:r w:rsidR="006E2717" w:rsidRPr="000D624A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1494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181E9D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181E9D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320,29325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181E9D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440,64762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C24844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301,20853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181E9D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181E9D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181E9D" w:rsidRPr="00F57021" w:rsidRDefault="00B36A16" w:rsidP="001A0277">
            <w:pPr>
              <w:autoSpaceDE w:val="0"/>
              <w:autoSpaceDN w:val="0"/>
              <w:adjustRightInd w:val="0"/>
              <w:ind w:left="113" w:right="113"/>
              <w:jc w:val="right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  <w:r w:rsidRPr="00F57021"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181E9D" w:rsidRPr="00F57021" w:rsidRDefault="00181E9D" w:rsidP="00B7691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pacing w:val="-2"/>
                <w:sz w:val="22"/>
                <w:szCs w:val="22"/>
                <w:lang w:eastAsia="en-US"/>
              </w:rPr>
            </w:pPr>
          </w:p>
        </w:tc>
      </w:tr>
    </w:tbl>
    <w:p w:rsidR="002877D9" w:rsidRPr="00F57021" w:rsidRDefault="00BE7300" w:rsidP="001C4A05">
      <w:pPr>
        <w:autoSpaceDE w:val="0"/>
        <w:autoSpaceDN w:val="0"/>
        <w:adjustRightInd w:val="0"/>
        <w:spacing w:before="120"/>
        <w:ind w:firstLine="53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7021">
        <w:rPr>
          <w:rFonts w:ascii="Times New Roman" w:eastAsia="Calibri" w:hAnsi="Times New Roman"/>
          <w:sz w:val="24"/>
          <w:szCs w:val="24"/>
          <w:lang w:eastAsia="en-US"/>
        </w:rPr>
        <w:t>*</w:t>
      </w:r>
      <w:r w:rsidR="002877D9" w:rsidRPr="00F57021">
        <w:rPr>
          <w:rFonts w:ascii="Times New Roman" w:eastAsia="Calibri" w:hAnsi="Times New Roman"/>
          <w:sz w:val="24"/>
          <w:szCs w:val="24"/>
          <w:lang w:eastAsia="en-US"/>
        </w:rPr>
        <w:t xml:space="preserve"> До реорганизации в министерство по делам территорий и информационной политике Рязанской области.».</w:t>
      </w:r>
      <w:r w:rsidR="005D2E2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2877D9" w:rsidRPr="00F57021" w:rsidRDefault="002877D9" w:rsidP="002877D9">
      <w:pPr>
        <w:rPr>
          <w:rFonts w:ascii="Times New Roman" w:hAnsi="Times New Roman"/>
          <w:sz w:val="28"/>
          <w:szCs w:val="28"/>
        </w:rPr>
      </w:pPr>
    </w:p>
    <w:p w:rsidR="002877D9" w:rsidRPr="00F57021" w:rsidRDefault="002877D9" w:rsidP="003C6B3D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sectPr w:rsidR="002877D9" w:rsidRPr="00F57021" w:rsidSect="00637A89">
      <w:headerReference w:type="default" r:id="rId11"/>
      <w:type w:val="continuous"/>
      <w:pgSz w:w="16834" w:h="11907" w:orient="landscape" w:code="9"/>
      <w:pgMar w:top="1134" w:right="567" w:bottom="1134" w:left="1418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1D3" w:rsidRDefault="00C921D3">
      <w:r>
        <w:separator/>
      </w:r>
    </w:p>
  </w:endnote>
  <w:endnote w:type="continuationSeparator" w:id="0">
    <w:p w:rsidR="00C921D3" w:rsidRDefault="00C92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6574"/>
    </w:tblGrid>
    <w:tr w:rsidR="00876034" w:rsidTr="000A6887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F01317">
          <w:pPr>
            <w:pStyle w:val="a6"/>
          </w:pPr>
          <w:r>
            <w:rPr>
              <w:noProof/>
            </w:rPr>
            <w:drawing>
              <wp:inline distT="0" distB="0" distL="0" distR="0" wp14:anchorId="6BD64804" wp14:editId="1695A184">
                <wp:extent cx="666750" cy="285750"/>
                <wp:effectExtent l="1905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0A6887" w:rsidRDefault="00F01317" w:rsidP="000A6887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0561FEBA" wp14:editId="1B75DAC6">
                <wp:extent cx="171450" cy="142875"/>
                <wp:effectExtent l="19050" t="0" r="0" b="0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0A6887" w:rsidRDefault="00637A89" w:rsidP="000A6887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2532  18.12.2019 15:28:23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0A6887">
          <w:pPr>
            <w:pStyle w:val="a6"/>
            <w:ind w:right="-113"/>
            <w:jc w:val="right"/>
          </w:pPr>
        </w:p>
      </w:tc>
      <w:tc>
        <w:tcPr>
          <w:tcW w:w="6574" w:type="dxa"/>
          <w:tcBorders>
            <w:top w:val="nil"/>
            <w:left w:val="nil"/>
            <w:bottom w:val="nil"/>
            <w:right w:val="nil"/>
          </w:tcBorders>
        </w:tcPr>
        <w:p w:rsidR="00876034" w:rsidRPr="000A6887" w:rsidRDefault="00876034" w:rsidP="000A6887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0A6887" w:rsidTr="000A6887">
      <w:tc>
        <w:tcPr>
          <w:tcW w:w="2538" w:type="dxa"/>
        </w:tcPr>
        <w:p w:rsidR="00876034" w:rsidRPr="000A6887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0A6887" w:rsidRDefault="00876034" w:rsidP="000A6887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0A6887" w:rsidRDefault="00876034" w:rsidP="000A6887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0A6887" w:rsidRDefault="00876034" w:rsidP="000A6887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1D3" w:rsidRDefault="00C921D3">
      <w:r>
        <w:separator/>
      </w:r>
    </w:p>
  </w:footnote>
  <w:footnote w:type="continuationSeparator" w:id="0">
    <w:p w:rsidR="00C921D3" w:rsidRDefault="00C92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E602BD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7603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76034"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E602BD" w:rsidP="00286ECA">
    <w:pPr>
      <w:pStyle w:val="a5"/>
      <w:framePr w:w="326" w:wrap="around" w:vAnchor="text" w:hAnchor="page" w:x="9006" w:y="45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="00876034"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637A89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3.4pt;height:11.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Yg1iOwb+xnyn5glwSy9W8S7wJ14=" w:salt="mgON2M9fH9lOjpk88YHMlQ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887"/>
    <w:rsid w:val="00001D15"/>
    <w:rsid w:val="0001360F"/>
    <w:rsid w:val="00016EE3"/>
    <w:rsid w:val="00017AC7"/>
    <w:rsid w:val="00020E0B"/>
    <w:rsid w:val="000331B3"/>
    <w:rsid w:val="00033413"/>
    <w:rsid w:val="00037C0C"/>
    <w:rsid w:val="000502A3"/>
    <w:rsid w:val="00053BDC"/>
    <w:rsid w:val="00056DEB"/>
    <w:rsid w:val="000613F4"/>
    <w:rsid w:val="0007150A"/>
    <w:rsid w:val="00073A7A"/>
    <w:rsid w:val="00076D5E"/>
    <w:rsid w:val="00084DD3"/>
    <w:rsid w:val="000917C0"/>
    <w:rsid w:val="00092F83"/>
    <w:rsid w:val="000A10A6"/>
    <w:rsid w:val="000A6887"/>
    <w:rsid w:val="000B0736"/>
    <w:rsid w:val="000B4971"/>
    <w:rsid w:val="000D2563"/>
    <w:rsid w:val="000D624A"/>
    <w:rsid w:val="000D6582"/>
    <w:rsid w:val="000F4C9E"/>
    <w:rsid w:val="000F6E08"/>
    <w:rsid w:val="00103516"/>
    <w:rsid w:val="00105E46"/>
    <w:rsid w:val="00114B94"/>
    <w:rsid w:val="00122122"/>
    <w:rsid w:val="00122CFD"/>
    <w:rsid w:val="0013502F"/>
    <w:rsid w:val="00150523"/>
    <w:rsid w:val="00151370"/>
    <w:rsid w:val="001521AE"/>
    <w:rsid w:val="00162E72"/>
    <w:rsid w:val="00172BB2"/>
    <w:rsid w:val="00175BE5"/>
    <w:rsid w:val="00181E9D"/>
    <w:rsid w:val="001850F4"/>
    <w:rsid w:val="00190FF9"/>
    <w:rsid w:val="00193700"/>
    <w:rsid w:val="001947BE"/>
    <w:rsid w:val="001A0277"/>
    <w:rsid w:val="001A1CA4"/>
    <w:rsid w:val="001A560F"/>
    <w:rsid w:val="001B0982"/>
    <w:rsid w:val="001B32BA"/>
    <w:rsid w:val="001C0EC1"/>
    <w:rsid w:val="001C4A05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33930"/>
    <w:rsid w:val="0023761A"/>
    <w:rsid w:val="002420E3"/>
    <w:rsid w:val="00242DDB"/>
    <w:rsid w:val="002479A2"/>
    <w:rsid w:val="0026087E"/>
    <w:rsid w:val="002615BA"/>
    <w:rsid w:val="00261DE0"/>
    <w:rsid w:val="00265420"/>
    <w:rsid w:val="00274E14"/>
    <w:rsid w:val="00280A6D"/>
    <w:rsid w:val="00282DFD"/>
    <w:rsid w:val="00286ECA"/>
    <w:rsid w:val="002877D9"/>
    <w:rsid w:val="00292827"/>
    <w:rsid w:val="002953B6"/>
    <w:rsid w:val="002A1992"/>
    <w:rsid w:val="002B6BBD"/>
    <w:rsid w:val="002B7A59"/>
    <w:rsid w:val="002C6B4B"/>
    <w:rsid w:val="002E51A7"/>
    <w:rsid w:val="002E5A5F"/>
    <w:rsid w:val="002F1E81"/>
    <w:rsid w:val="002F5553"/>
    <w:rsid w:val="002F584F"/>
    <w:rsid w:val="00310D92"/>
    <w:rsid w:val="003144AB"/>
    <w:rsid w:val="003160CB"/>
    <w:rsid w:val="003222A3"/>
    <w:rsid w:val="00360A40"/>
    <w:rsid w:val="00363EE2"/>
    <w:rsid w:val="003870C2"/>
    <w:rsid w:val="003955B9"/>
    <w:rsid w:val="003B0386"/>
    <w:rsid w:val="003C029C"/>
    <w:rsid w:val="003C218D"/>
    <w:rsid w:val="003C2FD1"/>
    <w:rsid w:val="003C6B3D"/>
    <w:rsid w:val="003C7D0C"/>
    <w:rsid w:val="003D3B8A"/>
    <w:rsid w:val="003D3E42"/>
    <w:rsid w:val="003D54F8"/>
    <w:rsid w:val="003F4F5E"/>
    <w:rsid w:val="00400906"/>
    <w:rsid w:val="00411AC4"/>
    <w:rsid w:val="00417320"/>
    <w:rsid w:val="004252BC"/>
    <w:rsid w:val="0042590E"/>
    <w:rsid w:val="00433A17"/>
    <w:rsid w:val="00437F65"/>
    <w:rsid w:val="00460FEA"/>
    <w:rsid w:val="00463DDF"/>
    <w:rsid w:val="004734B7"/>
    <w:rsid w:val="00480344"/>
    <w:rsid w:val="00481B88"/>
    <w:rsid w:val="00485B4F"/>
    <w:rsid w:val="004862D1"/>
    <w:rsid w:val="004A0D3A"/>
    <w:rsid w:val="004B2D5A"/>
    <w:rsid w:val="004D293D"/>
    <w:rsid w:val="004F44FE"/>
    <w:rsid w:val="005061CE"/>
    <w:rsid w:val="00511A51"/>
    <w:rsid w:val="00512A47"/>
    <w:rsid w:val="0051781F"/>
    <w:rsid w:val="00530391"/>
    <w:rsid w:val="00531C68"/>
    <w:rsid w:val="00532119"/>
    <w:rsid w:val="005335F3"/>
    <w:rsid w:val="005374C6"/>
    <w:rsid w:val="00543C38"/>
    <w:rsid w:val="00543D2D"/>
    <w:rsid w:val="00545A3D"/>
    <w:rsid w:val="00546DBB"/>
    <w:rsid w:val="00553E0E"/>
    <w:rsid w:val="00555710"/>
    <w:rsid w:val="00561A5B"/>
    <w:rsid w:val="0057074C"/>
    <w:rsid w:val="00572ED8"/>
    <w:rsid w:val="00573FBF"/>
    <w:rsid w:val="00574FF3"/>
    <w:rsid w:val="00582538"/>
    <w:rsid w:val="005838EA"/>
    <w:rsid w:val="00585EE1"/>
    <w:rsid w:val="00590C0E"/>
    <w:rsid w:val="005939E6"/>
    <w:rsid w:val="00597384"/>
    <w:rsid w:val="005A1FA3"/>
    <w:rsid w:val="005A4227"/>
    <w:rsid w:val="005B229B"/>
    <w:rsid w:val="005B3518"/>
    <w:rsid w:val="005B510E"/>
    <w:rsid w:val="005C56AE"/>
    <w:rsid w:val="005C7449"/>
    <w:rsid w:val="005D2E2F"/>
    <w:rsid w:val="005E6D99"/>
    <w:rsid w:val="005F2ADD"/>
    <w:rsid w:val="005F2C49"/>
    <w:rsid w:val="005F6AB6"/>
    <w:rsid w:val="006013EB"/>
    <w:rsid w:val="0060479E"/>
    <w:rsid w:val="00604BE7"/>
    <w:rsid w:val="00611312"/>
    <w:rsid w:val="00616AED"/>
    <w:rsid w:val="006270A7"/>
    <w:rsid w:val="00631BF1"/>
    <w:rsid w:val="00632A4F"/>
    <w:rsid w:val="00632B56"/>
    <w:rsid w:val="006351E3"/>
    <w:rsid w:val="00637A89"/>
    <w:rsid w:val="00644236"/>
    <w:rsid w:val="006442BD"/>
    <w:rsid w:val="00644F4A"/>
    <w:rsid w:val="006471E5"/>
    <w:rsid w:val="00661C32"/>
    <w:rsid w:val="00671D3B"/>
    <w:rsid w:val="00684A5B"/>
    <w:rsid w:val="006A1F71"/>
    <w:rsid w:val="006C7417"/>
    <w:rsid w:val="006E2717"/>
    <w:rsid w:val="006F328B"/>
    <w:rsid w:val="006F5886"/>
    <w:rsid w:val="00707734"/>
    <w:rsid w:val="00707E19"/>
    <w:rsid w:val="00712F7C"/>
    <w:rsid w:val="00714094"/>
    <w:rsid w:val="00715546"/>
    <w:rsid w:val="00716B4F"/>
    <w:rsid w:val="0072328A"/>
    <w:rsid w:val="0073086B"/>
    <w:rsid w:val="00733B6A"/>
    <w:rsid w:val="007377B5"/>
    <w:rsid w:val="00746CC2"/>
    <w:rsid w:val="00754711"/>
    <w:rsid w:val="00757843"/>
    <w:rsid w:val="00760323"/>
    <w:rsid w:val="00765600"/>
    <w:rsid w:val="007829B6"/>
    <w:rsid w:val="00791C9F"/>
    <w:rsid w:val="00792AAB"/>
    <w:rsid w:val="00793B47"/>
    <w:rsid w:val="007A1D0C"/>
    <w:rsid w:val="007A2A7B"/>
    <w:rsid w:val="007B4BF6"/>
    <w:rsid w:val="007C0369"/>
    <w:rsid w:val="007D4925"/>
    <w:rsid w:val="007F0C8A"/>
    <w:rsid w:val="007F11AB"/>
    <w:rsid w:val="007F3E3C"/>
    <w:rsid w:val="00802B32"/>
    <w:rsid w:val="00806FFE"/>
    <w:rsid w:val="008143CB"/>
    <w:rsid w:val="00815E30"/>
    <w:rsid w:val="00823CA1"/>
    <w:rsid w:val="00825925"/>
    <w:rsid w:val="00836F4F"/>
    <w:rsid w:val="008513B9"/>
    <w:rsid w:val="00851C6B"/>
    <w:rsid w:val="008702D3"/>
    <w:rsid w:val="00876034"/>
    <w:rsid w:val="00877E2B"/>
    <w:rsid w:val="008827E7"/>
    <w:rsid w:val="008927F6"/>
    <w:rsid w:val="00893C8D"/>
    <w:rsid w:val="008A1696"/>
    <w:rsid w:val="008B38F8"/>
    <w:rsid w:val="008B41EB"/>
    <w:rsid w:val="008C58FE"/>
    <w:rsid w:val="008D2595"/>
    <w:rsid w:val="008E47ED"/>
    <w:rsid w:val="008E6C41"/>
    <w:rsid w:val="008F0816"/>
    <w:rsid w:val="008F6BB7"/>
    <w:rsid w:val="00900F42"/>
    <w:rsid w:val="00914339"/>
    <w:rsid w:val="009154D8"/>
    <w:rsid w:val="00922B2B"/>
    <w:rsid w:val="009259A5"/>
    <w:rsid w:val="00932E3C"/>
    <w:rsid w:val="009461B3"/>
    <w:rsid w:val="009529CA"/>
    <w:rsid w:val="009573D3"/>
    <w:rsid w:val="00972CF7"/>
    <w:rsid w:val="00974AF6"/>
    <w:rsid w:val="00981D5A"/>
    <w:rsid w:val="009977FF"/>
    <w:rsid w:val="009A0743"/>
    <w:rsid w:val="009A085B"/>
    <w:rsid w:val="009B0A5A"/>
    <w:rsid w:val="009B2647"/>
    <w:rsid w:val="009C1DE6"/>
    <w:rsid w:val="009C1F0E"/>
    <w:rsid w:val="009D3E8C"/>
    <w:rsid w:val="009E1188"/>
    <w:rsid w:val="009E3A0E"/>
    <w:rsid w:val="009F062A"/>
    <w:rsid w:val="009F1F04"/>
    <w:rsid w:val="00A12598"/>
    <w:rsid w:val="00A1314B"/>
    <w:rsid w:val="00A13160"/>
    <w:rsid w:val="00A137D3"/>
    <w:rsid w:val="00A32D87"/>
    <w:rsid w:val="00A3659D"/>
    <w:rsid w:val="00A42E3A"/>
    <w:rsid w:val="00A44A8F"/>
    <w:rsid w:val="00A51D96"/>
    <w:rsid w:val="00A96F84"/>
    <w:rsid w:val="00AB0FE5"/>
    <w:rsid w:val="00AC13DF"/>
    <w:rsid w:val="00AC23B0"/>
    <w:rsid w:val="00AC3953"/>
    <w:rsid w:val="00AC7150"/>
    <w:rsid w:val="00AD328B"/>
    <w:rsid w:val="00AE1808"/>
    <w:rsid w:val="00AE1DCA"/>
    <w:rsid w:val="00AF5F7C"/>
    <w:rsid w:val="00B01A53"/>
    <w:rsid w:val="00B02207"/>
    <w:rsid w:val="00B0281D"/>
    <w:rsid w:val="00B03403"/>
    <w:rsid w:val="00B10324"/>
    <w:rsid w:val="00B16492"/>
    <w:rsid w:val="00B36A16"/>
    <w:rsid w:val="00B376B1"/>
    <w:rsid w:val="00B50AB3"/>
    <w:rsid w:val="00B60194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976AB"/>
    <w:rsid w:val="00BA3DA9"/>
    <w:rsid w:val="00BB2C98"/>
    <w:rsid w:val="00BD0B82"/>
    <w:rsid w:val="00BE7300"/>
    <w:rsid w:val="00BF4F5F"/>
    <w:rsid w:val="00C04EEB"/>
    <w:rsid w:val="00C075A4"/>
    <w:rsid w:val="00C10F12"/>
    <w:rsid w:val="00C11826"/>
    <w:rsid w:val="00C24844"/>
    <w:rsid w:val="00C4446A"/>
    <w:rsid w:val="00C46D42"/>
    <w:rsid w:val="00C50C32"/>
    <w:rsid w:val="00C55266"/>
    <w:rsid w:val="00C60178"/>
    <w:rsid w:val="00C61760"/>
    <w:rsid w:val="00C63CD6"/>
    <w:rsid w:val="00C87D95"/>
    <w:rsid w:val="00C9077A"/>
    <w:rsid w:val="00C921D3"/>
    <w:rsid w:val="00C95CD2"/>
    <w:rsid w:val="00CA051B"/>
    <w:rsid w:val="00CA5DCC"/>
    <w:rsid w:val="00CB3CBE"/>
    <w:rsid w:val="00CF03D8"/>
    <w:rsid w:val="00CF2284"/>
    <w:rsid w:val="00D015D5"/>
    <w:rsid w:val="00D03D68"/>
    <w:rsid w:val="00D04A88"/>
    <w:rsid w:val="00D054D7"/>
    <w:rsid w:val="00D07822"/>
    <w:rsid w:val="00D13F47"/>
    <w:rsid w:val="00D266DD"/>
    <w:rsid w:val="00D30614"/>
    <w:rsid w:val="00D32B04"/>
    <w:rsid w:val="00D374E7"/>
    <w:rsid w:val="00D63949"/>
    <w:rsid w:val="00D63C3B"/>
    <w:rsid w:val="00D652E7"/>
    <w:rsid w:val="00D73B60"/>
    <w:rsid w:val="00D76F74"/>
    <w:rsid w:val="00D77BCF"/>
    <w:rsid w:val="00D84394"/>
    <w:rsid w:val="00D87EB2"/>
    <w:rsid w:val="00D95E55"/>
    <w:rsid w:val="00D977BF"/>
    <w:rsid w:val="00DB0464"/>
    <w:rsid w:val="00DB3664"/>
    <w:rsid w:val="00DB7EF9"/>
    <w:rsid w:val="00DC16FB"/>
    <w:rsid w:val="00DC4A65"/>
    <w:rsid w:val="00DC4F66"/>
    <w:rsid w:val="00DD0598"/>
    <w:rsid w:val="00E10B44"/>
    <w:rsid w:val="00E11F02"/>
    <w:rsid w:val="00E144DE"/>
    <w:rsid w:val="00E20036"/>
    <w:rsid w:val="00E2726B"/>
    <w:rsid w:val="00E37801"/>
    <w:rsid w:val="00E46EAA"/>
    <w:rsid w:val="00E5038C"/>
    <w:rsid w:val="00E50B69"/>
    <w:rsid w:val="00E5298B"/>
    <w:rsid w:val="00E53C3C"/>
    <w:rsid w:val="00E56EFB"/>
    <w:rsid w:val="00E602BD"/>
    <w:rsid w:val="00E6458F"/>
    <w:rsid w:val="00E7242D"/>
    <w:rsid w:val="00E87E25"/>
    <w:rsid w:val="00E91FEB"/>
    <w:rsid w:val="00EA04F1"/>
    <w:rsid w:val="00EA2FD3"/>
    <w:rsid w:val="00EB40DF"/>
    <w:rsid w:val="00EB7CE9"/>
    <w:rsid w:val="00EC433F"/>
    <w:rsid w:val="00EC7250"/>
    <w:rsid w:val="00ED1FDE"/>
    <w:rsid w:val="00ED2887"/>
    <w:rsid w:val="00F01317"/>
    <w:rsid w:val="00F06EFB"/>
    <w:rsid w:val="00F1529E"/>
    <w:rsid w:val="00F16F07"/>
    <w:rsid w:val="00F360B1"/>
    <w:rsid w:val="00F45975"/>
    <w:rsid w:val="00F45B7C"/>
    <w:rsid w:val="00F45FCE"/>
    <w:rsid w:val="00F4651B"/>
    <w:rsid w:val="00F57021"/>
    <w:rsid w:val="00F9334F"/>
    <w:rsid w:val="00F96A2E"/>
    <w:rsid w:val="00F97D7F"/>
    <w:rsid w:val="00FA122C"/>
    <w:rsid w:val="00FA3B95"/>
    <w:rsid w:val="00FA6E77"/>
    <w:rsid w:val="00FA7CC4"/>
    <w:rsid w:val="00FC1278"/>
    <w:rsid w:val="00FC17F8"/>
    <w:rsid w:val="00FC6BEA"/>
    <w:rsid w:val="00FE370D"/>
    <w:rsid w:val="00FE7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AE"/>
    <w:rPr>
      <w:rFonts w:ascii="TimesET" w:hAnsi="TimesET"/>
    </w:rPr>
  </w:style>
  <w:style w:type="paragraph" w:styleId="1">
    <w:name w:val="heading 1"/>
    <w:basedOn w:val="a"/>
    <w:next w:val="a"/>
    <w:qFormat/>
    <w:rsid w:val="001521AE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rsid w:val="001521AE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521AE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rsid w:val="001521AE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rsid w:val="001521AE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521AE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1521AE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1521AE"/>
  </w:style>
  <w:style w:type="table" w:styleId="a9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rsid w:val="008B38F8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%20&#1072;&#1083;&#1100;&#1073;&#1086;&#1084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альбомный</Template>
  <TotalTime>13</TotalTime>
  <Pages>3</Pages>
  <Words>329</Words>
  <Characters>2364</Characters>
  <Application>Microsoft Office Word</Application>
  <DocSecurity>0</DocSecurity>
  <Lines>295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Krokoz™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ran</dc:creator>
  <cp:lastModifiedBy>Дягилева М.А.</cp:lastModifiedBy>
  <cp:revision>9</cp:revision>
  <cp:lastPrinted>2019-12-16T07:31:00Z</cp:lastPrinted>
  <dcterms:created xsi:type="dcterms:W3CDTF">2019-12-10T11:50:00Z</dcterms:created>
  <dcterms:modified xsi:type="dcterms:W3CDTF">2019-12-18T12:28:00Z</dcterms:modified>
</cp:coreProperties>
</file>